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9311" w14:textId="7AEA76C0" w:rsidR="00A9665D" w:rsidRPr="00116ECF" w:rsidRDefault="003E6169" w:rsidP="00E665C6">
      <w:pPr>
        <w:pStyle w:val="En-tte"/>
        <w:tabs>
          <w:tab w:val="clear" w:pos="4536"/>
          <w:tab w:val="clear" w:pos="9072"/>
        </w:tabs>
        <w:spacing w:line="360" w:lineRule="auto"/>
        <w:jc w:val="right"/>
        <w:outlineLvl w:val="9"/>
        <w:rPr>
          <w:b/>
          <w:bCs/>
          <w:spacing w:val="20"/>
          <w:sz w:val="18"/>
          <w:szCs w:val="18"/>
        </w:rPr>
      </w:pPr>
      <w:bookmarkStart w:id="0" w:name="_Hlk529265283"/>
      <w:r w:rsidRPr="003E6169">
        <w:rPr>
          <w:b/>
          <w:bCs/>
          <w:spacing w:val="20"/>
          <w:sz w:val="18"/>
          <w:szCs w:val="18"/>
        </w:rPr>
        <w:t>25GENHGEMCPO1</w:t>
      </w:r>
      <w:r w:rsidR="00A9665D" w:rsidRPr="00116ECF">
        <w:rPr>
          <w:b/>
          <w:bCs/>
          <w:spacing w:val="20"/>
          <w:sz w:val="18"/>
          <w:szCs w:val="18"/>
        </w:rPr>
        <w:t xml:space="preserve"> / Braille intégral</w:t>
      </w:r>
      <w:bookmarkEnd w:id="0"/>
    </w:p>
    <w:sectPr w:rsidR="00A9665D" w:rsidRPr="00116ECF" w:rsidSect="00743B9D">
      <w:footerReference w:type="default" r:id="rId7"/>
      <w:pgSz w:w="11906" w:h="16838" w:code="9"/>
      <w:pgMar w:top="720" w:right="720" w:bottom="1287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F1105" w14:textId="77777777" w:rsidR="00DB2C2A" w:rsidRDefault="00DB2C2A" w:rsidP="00885D73">
      <w:r>
        <w:separator/>
      </w:r>
    </w:p>
  </w:endnote>
  <w:endnote w:type="continuationSeparator" w:id="0">
    <w:p w14:paraId="52B584E8" w14:textId="77777777" w:rsidR="00DB2C2A" w:rsidRDefault="00DB2C2A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23411" w14:textId="77777777" w:rsidR="008F5EEF" w:rsidRPr="00551DBC" w:rsidRDefault="008F5EEF" w:rsidP="00743B9D">
    <w:pPr>
      <w:pStyle w:val="Pieddepage"/>
      <w:ind w:firstLine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6B63" w14:textId="77777777" w:rsidR="00DB2C2A" w:rsidRDefault="00DB2C2A" w:rsidP="00885D73">
      <w:r>
        <w:separator/>
      </w:r>
    </w:p>
  </w:footnote>
  <w:footnote w:type="continuationSeparator" w:id="0">
    <w:p w14:paraId="667C5B16" w14:textId="77777777" w:rsidR="00DB2C2A" w:rsidRDefault="00DB2C2A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169"/>
    <w:rsid w:val="0001280E"/>
    <w:rsid w:val="000F6B06"/>
    <w:rsid w:val="00111FB2"/>
    <w:rsid w:val="00116ECF"/>
    <w:rsid w:val="00122DB8"/>
    <w:rsid w:val="00206CBA"/>
    <w:rsid w:val="0021169A"/>
    <w:rsid w:val="00220120"/>
    <w:rsid w:val="00230266"/>
    <w:rsid w:val="002A2301"/>
    <w:rsid w:val="002B3E9B"/>
    <w:rsid w:val="002E264B"/>
    <w:rsid w:val="002E3230"/>
    <w:rsid w:val="002F3C39"/>
    <w:rsid w:val="00324584"/>
    <w:rsid w:val="003E6169"/>
    <w:rsid w:val="00400BB0"/>
    <w:rsid w:val="004210F1"/>
    <w:rsid w:val="00473314"/>
    <w:rsid w:val="004B45BB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743B9D"/>
    <w:rsid w:val="007E3B20"/>
    <w:rsid w:val="008204EC"/>
    <w:rsid w:val="0085175A"/>
    <w:rsid w:val="008831DD"/>
    <w:rsid w:val="00885D73"/>
    <w:rsid w:val="008A7E86"/>
    <w:rsid w:val="008B7749"/>
    <w:rsid w:val="008E319A"/>
    <w:rsid w:val="008E74C3"/>
    <w:rsid w:val="008F29DD"/>
    <w:rsid w:val="008F5D91"/>
    <w:rsid w:val="008F5EEF"/>
    <w:rsid w:val="008F76D0"/>
    <w:rsid w:val="00963734"/>
    <w:rsid w:val="00966421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C5348"/>
    <w:rsid w:val="00CF5111"/>
    <w:rsid w:val="00D6488C"/>
    <w:rsid w:val="00D97FE9"/>
    <w:rsid w:val="00DB2C2A"/>
    <w:rsid w:val="00DD555B"/>
    <w:rsid w:val="00E47ED2"/>
    <w:rsid w:val="00E665C6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  <w:rsid w:val="00FF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ED14FA"/>
  <w15:docId w15:val="{5B8DCDCB-A7FB-432C-882B-0A69AF8B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sateur\Desktop\MODELES%20COUVS%20BR%20et%20AI%20(Pack-Braille-Siec)\BRAILLE%202025%20Titre%201%20Volum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C8465-8FC1-44EE-BDBC-D81C281B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BRAILLE 2025 Titre 1 Volume.dotx</Template>
  <TotalTime>1</TotalTime>
  <Pages>1</Pages>
  <Words>5</Words>
  <Characters>28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2017-03-09T12:39:00Z</cp:lastPrinted>
  <dcterms:created xsi:type="dcterms:W3CDTF">2025-05-22T06:30:00Z</dcterms:created>
  <dcterms:modified xsi:type="dcterms:W3CDTF">2025-05-22T06:31:00Z</dcterms:modified>
</cp:coreProperties>
</file>